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C0628A">
        <w:rPr>
          <w:rFonts w:hint="eastAsia"/>
        </w:rPr>
        <w:t>基线菜单</w:t>
      </w:r>
      <w:bookmarkEnd w:id="4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C0628A">
        <w:rPr>
          <w:rFonts w:hint="eastAsia"/>
        </w:rPr>
        <w:t>是</w:t>
      </w:r>
      <w:bookmarkEnd w:id="7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C0628A">
        <w:t xml:space="preserve">(GMT-05:00) Eastern </w:t>
      </w:r>
      <w:proofErr w:type="gramStart"/>
      <w:r w:rsidR="00C0628A">
        <w:t>Time(</w:t>
      </w:r>
      <w:proofErr w:type="gramEnd"/>
      <w:r w:rsidR="00C0628A">
        <w:t>U.S. &amp; Canada)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r w:rsidR="00B04037">
        <w:rPr>
          <w:rFonts w:hint="eastAsia"/>
        </w:rPr>
        <w:t>是</w:t>
      </w:r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0" w:name="起始时间"/>
      <w:bookmarkEnd w:id="10"/>
      <w:r w:rsidR="0056272C">
        <w:rPr>
          <w:rFonts w:hint="eastAsia"/>
        </w:rPr>
        <w:t>3</w:t>
      </w:r>
      <w:r w:rsidR="0056272C">
        <w:rPr>
          <w:rFonts w:hint="eastAsia"/>
        </w:rPr>
        <w:t>月第二个周日</w:t>
      </w:r>
      <w:r w:rsidR="0056272C">
        <w:rPr>
          <w:rFonts w:hint="eastAsia"/>
        </w:rPr>
        <w:t>2</w:t>
      </w:r>
      <w:r w:rsidR="0056272C">
        <w:rPr>
          <w:rFonts w:hint="eastAsia"/>
        </w:rPr>
        <w:t>点</w:t>
      </w:r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1" w:name="结束时间"/>
      <w:bookmarkEnd w:id="11"/>
      <w:r w:rsidR="0056272C">
        <w:rPr>
          <w:rFonts w:hint="eastAsia"/>
        </w:rPr>
        <w:t>11</w:t>
      </w:r>
      <w:r w:rsidR="0056272C">
        <w:rPr>
          <w:rFonts w:hint="eastAsia"/>
        </w:rPr>
        <w:t>月第一个周日</w:t>
      </w:r>
      <w:r w:rsidR="0056272C">
        <w:rPr>
          <w:rFonts w:hint="eastAsia"/>
        </w:rPr>
        <w:t>2</w:t>
      </w:r>
      <w:r w:rsidR="0056272C">
        <w:rPr>
          <w:rFonts w:hint="eastAsia"/>
        </w:rPr>
        <w:t>点</w:t>
      </w:r>
      <w:bookmarkStart w:id="12" w:name="_GoBack"/>
      <w:bookmarkEnd w:id="12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proofErr w:type="gramStart"/>
      <w:r w:rsidR="00C0628A">
        <w:rPr>
          <w:rFonts w:hint="eastAsia"/>
        </w:rPr>
        <w:t>否</w:t>
      </w:r>
      <w:bookmarkEnd w:id="13"/>
      <w:proofErr w:type="gramEnd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7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C0628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proofErr w:type="spellStart"/>
      <w:r w:rsidRPr="00C909E8">
        <w:rPr>
          <w:rFonts w:hint="eastAsia"/>
        </w:rPr>
        <w:t>ptz</w:t>
      </w:r>
      <w:proofErr w:type="spellEnd"/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proofErr w:type="spellStart"/>
      <w:r w:rsidRPr="00C909E8">
        <w:rPr>
          <w:rFonts w:hint="eastAsia"/>
        </w:rPr>
        <w:t>ipc</w:t>
      </w:r>
      <w:proofErr w:type="spellEnd"/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C0628A" w:rsidRDefault="00C0628A" w:rsidP="00D0321A">
      <w:pPr>
        <w:pStyle w:val="a5"/>
        <w:ind w:left="360" w:firstLineChars="0" w:firstLine="0"/>
      </w:pPr>
      <w:bookmarkStart w:id="20" w:name="PTZ协议"/>
      <w:proofErr w:type="spellStart"/>
      <w:r>
        <w:rPr>
          <w:rFonts w:hint="eastAsia"/>
        </w:rPr>
        <w:t>ipc</w:t>
      </w:r>
      <w:proofErr w:type="spellEnd"/>
      <w:r>
        <w:rPr>
          <w:rFonts w:hint="eastAsia"/>
        </w:rPr>
        <w:t>协议中的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</w:p>
    <w:bookmarkEnd w:id="20"/>
    <w:p w:rsidR="00D0321A" w:rsidRDefault="00D0321A" w:rsidP="00D0321A">
      <w:pPr>
        <w:pStyle w:val="a5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</w:t>
      </w:r>
      <w:proofErr w:type="gramStart"/>
      <w:r w:rsidRPr="00991A69">
        <w:rPr>
          <w:rFonts w:hint="eastAsia"/>
        </w:rPr>
        <w:t>启功能</w:t>
      </w:r>
      <w:proofErr w:type="gramEnd"/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bookmarkEnd w:id="22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3" w:name="预览权限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4" w:name="序列号显示"/>
      <w:r w:rsidR="00C0628A">
        <w:rPr>
          <w:rFonts w:hint="eastAsia"/>
        </w:rPr>
        <w:t>一致</w:t>
      </w:r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5" w:name="版本号显示"/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6" w:name="T1定制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串口定制"/>
      <w:bookmarkEnd w:id="27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8" w:name="其它"/>
      <w:bookmarkEnd w:id="28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6272C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8F3CBC"/>
    <w:rsid w:val="00953DF9"/>
    <w:rsid w:val="009D751C"/>
    <w:rsid w:val="00B04037"/>
    <w:rsid w:val="00B949CC"/>
    <w:rsid w:val="00BE4EB2"/>
    <w:rsid w:val="00C0628A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9D91-4C76-4F76-BEA7-5D51A053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21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CN=聂小伟/O=HIKVISION</cp:lastModifiedBy>
  <cp:revision>28</cp:revision>
  <dcterms:created xsi:type="dcterms:W3CDTF">2017-03-23T06:52:00Z</dcterms:created>
  <dcterms:modified xsi:type="dcterms:W3CDTF">2020-02-26T02:33:00Z</dcterms:modified>
</cp:coreProperties>
</file>